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2A75185-DEFE-4DF5-914A-073F2C8A40B1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